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34E" w:rsidRDefault="0043134E"/>
    <w:p w:rsidR="0043134E" w:rsidRDefault="0043134E"/>
    <w:p w:rsidR="0043134E" w:rsidRDefault="0043134E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96"/>
        <w:gridCol w:w="4305"/>
      </w:tblGrid>
      <w:tr w:rsidR="005524AA" w:rsidRPr="001F556F" w:rsidTr="00E04DBF">
        <w:trPr>
          <w:trHeight w:val="4005"/>
        </w:trPr>
        <w:tc>
          <w:tcPr>
            <w:tcW w:w="5096" w:type="dxa"/>
          </w:tcPr>
          <w:p w:rsidR="00AB1386" w:rsidRDefault="00AB1386"/>
          <w:tbl>
            <w:tblPr>
              <w:tblpPr w:leftFromText="180" w:rightFromText="180" w:vertAnchor="text" w:tblpX="-142" w:tblpY="1"/>
              <w:tblOverlap w:val="never"/>
              <w:tblW w:w="5127" w:type="dxa"/>
              <w:tblLayout w:type="fixed"/>
              <w:tblLook w:val="00A0" w:firstRow="1" w:lastRow="0" w:firstColumn="1" w:lastColumn="0" w:noHBand="0" w:noVBand="0"/>
            </w:tblPr>
            <w:tblGrid>
              <w:gridCol w:w="5127"/>
            </w:tblGrid>
            <w:tr w:rsidR="0013146A" w:rsidRPr="004B75B4" w:rsidTr="00E04DBF">
              <w:trPr>
                <w:trHeight w:val="3240"/>
              </w:trPr>
              <w:tc>
                <w:tcPr>
                  <w:tcW w:w="5127" w:type="dxa"/>
                </w:tcPr>
                <w:p w:rsidR="0013146A" w:rsidRDefault="008A4F3B" w:rsidP="0013146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noProof/>
                      <w:sz w:val="22"/>
                    </w:rPr>
                    <w:drawing>
                      <wp:inline distT="0" distB="0" distL="0" distR="0">
                        <wp:extent cx="648534" cy="714375"/>
                        <wp:effectExtent l="19050" t="0" r="0" b="0"/>
                        <wp:docPr id="1" name="Рисунок 0" descr="Логотип хороший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Логотип хороший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9282" cy="7151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61CF3" w:rsidRDefault="0013146A" w:rsidP="0013146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Муниципальное бюджетное учреждение </w:t>
                  </w:r>
                </w:p>
                <w:p w:rsidR="00861CF3" w:rsidRDefault="0013146A" w:rsidP="0013146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«Центр развития физической культуры, спорта </w:t>
                  </w:r>
                </w:p>
                <w:p w:rsidR="0013146A" w:rsidRPr="006A28A8" w:rsidRDefault="0013146A" w:rsidP="0013146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и патриотического воспитания» </w:t>
                  </w:r>
                </w:p>
                <w:p w:rsidR="0013146A" w:rsidRPr="009A5547" w:rsidRDefault="0013146A" w:rsidP="0013146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Камышловского городского округа</w:t>
                  </w:r>
                </w:p>
                <w:p w:rsidR="0013146A" w:rsidRDefault="0013146A" w:rsidP="0013146A">
                  <w:pPr>
                    <w:jc w:val="center"/>
                  </w:pPr>
                  <w:r>
                    <w:t>62</w:t>
                  </w:r>
                  <w:r w:rsidRPr="004B75B4">
                    <w:t>4860</w:t>
                  </w:r>
                  <w:r>
                    <w:t xml:space="preserve"> Свердловская область,</w:t>
                  </w:r>
                </w:p>
                <w:p w:rsidR="0013146A" w:rsidRDefault="001F4AD3" w:rsidP="0013146A">
                  <w:pPr>
                    <w:jc w:val="center"/>
                  </w:pPr>
                  <w:r>
                    <w:t>г.Камышлов, ул.Энгельса 207б</w:t>
                  </w:r>
                </w:p>
                <w:p w:rsidR="0013146A" w:rsidRDefault="0013146A" w:rsidP="0013146A">
                  <w:pPr>
                    <w:jc w:val="center"/>
                  </w:pPr>
                  <w:r>
                    <w:t>Тел./факс: (34375) 2- 4</w:t>
                  </w:r>
                  <w:r w:rsidR="001F4AD3">
                    <w:t>5-64</w:t>
                  </w:r>
                </w:p>
                <w:p w:rsidR="0013146A" w:rsidRDefault="0013146A" w:rsidP="0013146A">
                  <w:pPr>
                    <w:jc w:val="center"/>
                  </w:pPr>
                  <w:r>
                    <w:t>ОКПО 30857716 ОГРН 1116613000460</w:t>
                  </w:r>
                </w:p>
                <w:p w:rsidR="0013146A" w:rsidRDefault="0013146A" w:rsidP="0013146A">
                  <w:pPr>
                    <w:jc w:val="center"/>
                  </w:pPr>
                  <w:r>
                    <w:t>ИНН/КПП 6613010457/66</w:t>
                  </w:r>
                  <w:r w:rsidR="003E3EBE">
                    <w:t>3</w:t>
                  </w:r>
                  <w:r>
                    <w:t>301001</w:t>
                  </w:r>
                </w:p>
                <w:p w:rsidR="0013146A" w:rsidRDefault="0013146A" w:rsidP="0013146A">
                  <w:pPr>
                    <w:jc w:val="center"/>
                  </w:pPr>
                </w:p>
                <w:p w:rsidR="0013146A" w:rsidRPr="009174B4" w:rsidRDefault="00861CF3" w:rsidP="00DC5F8E">
                  <w:pPr>
                    <w:jc w:val="center"/>
                    <w:rPr>
                      <w:b/>
                      <w:sz w:val="24"/>
                    </w:rPr>
                  </w:pPr>
                  <w:r w:rsidRPr="009174B4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13146A" w:rsidRPr="009174B4">
                    <w:rPr>
                      <w:b/>
                      <w:sz w:val="22"/>
                      <w:szCs w:val="22"/>
                    </w:rPr>
                    <w:t>№</w:t>
                  </w:r>
                  <w:r w:rsidR="00DE6059">
                    <w:rPr>
                      <w:b/>
                      <w:sz w:val="22"/>
                      <w:szCs w:val="22"/>
                    </w:rPr>
                    <w:t xml:space="preserve"> 43</w:t>
                  </w:r>
                  <w:bookmarkStart w:id="0" w:name="_GoBack"/>
                  <w:bookmarkEnd w:id="0"/>
                  <w:r w:rsidR="00A108D7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857C82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236F27">
                    <w:rPr>
                      <w:b/>
                      <w:sz w:val="22"/>
                      <w:szCs w:val="22"/>
                    </w:rPr>
                    <w:t xml:space="preserve">от  </w:t>
                  </w:r>
                  <w:r w:rsidR="00236F27" w:rsidRPr="001F4AD3">
                    <w:rPr>
                      <w:b/>
                      <w:sz w:val="22"/>
                      <w:szCs w:val="22"/>
                      <w:u w:val="single"/>
                    </w:rPr>
                    <w:t>«</w:t>
                  </w:r>
                  <w:r w:rsidR="00DE6059">
                    <w:rPr>
                      <w:b/>
                      <w:sz w:val="22"/>
                      <w:szCs w:val="22"/>
                      <w:u w:val="single"/>
                    </w:rPr>
                    <w:t>03</w:t>
                  </w:r>
                  <w:r w:rsidR="003011E9" w:rsidRPr="001F4AD3">
                    <w:rPr>
                      <w:b/>
                      <w:sz w:val="22"/>
                      <w:szCs w:val="22"/>
                      <w:u w:val="single"/>
                    </w:rPr>
                    <w:t>»</w:t>
                  </w:r>
                  <w:r w:rsidR="001F4AD3" w:rsidRPr="001F4AD3">
                    <w:rPr>
                      <w:b/>
                      <w:sz w:val="22"/>
                      <w:szCs w:val="22"/>
                      <w:u w:val="single"/>
                    </w:rPr>
                    <w:t xml:space="preserve"> </w:t>
                  </w:r>
                  <w:r w:rsidR="00AC3BC5">
                    <w:rPr>
                      <w:b/>
                      <w:sz w:val="22"/>
                      <w:szCs w:val="22"/>
                      <w:u w:val="single"/>
                    </w:rPr>
                    <w:t xml:space="preserve">  </w:t>
                  </w:r>
                  <w:r w:rsidR="00781F06">
                    <w:rPr>
                      <w:b/>
                      <w:sz w:val="22"/>
                      <w:szCs w:val="22"/>
                      <w:u w:val="single"/>
                    </w:rPr>
                    <w:t>июля</w:t>
                  </w:r>
                  <w:r w:rsidR="00857C82">
                    <w:rPr>
                      <w:b/>
                      <w:sz w:val="22"/>
                      <w:szCs w:val="22"/>
                      <w:u w:val="single"/>
                    </w:rPr>
                    <w:t xml:space="preserve"> </w:t>
                  </w:r>
                  <w:r w:rsidR="00D13946" w:rsidRPr="001F4AD3">
                    <w:rPr>
                      <w:b/>
                      <w:sz w:val="22"/>
                      <w:szCs w:val="22"/>
                      <w:u w:val="single"/>
                    </w:rPr>
                    <w:t xml:space="preserve"> </w:t>
                  </w:r>
                  <w:r w:rsidR="008B00E5">
                    <w:rPr>
                      <w:b/>
                      <w:sz w:val="22"/>
                      <w:szCs w:val="22"/>
                      <w:u w:val="single"/>
                    </w:rPr>
                    <w:t xml:space="preserve"> 2020</w:t>
                  </w:r>
                  <w:r w:rsidR="0013146A" w:rsidRPr="001F4AD3">
                    <w:rPr>
                      <w:b/>
                      <w:sz w:val="22"/>
                      <w:szCs w:val="22"/>
                      <w:u w:val="single"/>
                    </w:rPr>
                    <w:t>г</w:t>
                  </w:r>
                  <w:r w:rsidR="003011E9" w:rsidRPr="009174B4">
                    <w:rPr>
                      <w:b/>
                      <w:sz w:val="22"/>
                      <w:szCs w:val="22"/>
                      <w:u w:val="single"/>
                    </w:rPr>
                    <w:t>.</w:t>
                  </w:r>
                </w:p>
              </w:tc>
            </w:tr>
          </w:tbl>
          <w:p w:rsidR="005524AA" w:rsidRPr="001F556F" w:rsidRDefault="005524AA" w:rsidP="001F556F">
            <w:pPr>
              <w:tabs>
                <w:tab w:val="left" w:pos="6514"/>
              </w:tabs>
              <w:rPr>
                <w:sz w:val="24"/>
                <w:szCs w:val="24"/>
              </w:rPr>
            </w:pPr>
          </w:p>
        </w:tc>
        <w:tc>
          <w:tcPr>
            <w:tcW w:w="4305" w:type="dxa"/>
          </w:tcPr>
          <w:p w:rsidR="00E50BD0" w:rsidRDefault="00E50BD0" w:rsidP="00E50BD0">
            <w:pPr>
              <w:jc w:val="right"/>
              <w:rPr>
                <w:b/>
              </w:rPr>
            </w:pPr>
          </w:p>
          <w:p w:rsidR="00E50BD0" w:rsidRDefault="00E50BD0" w:rsidP="00E50BD0">
            <w:pPr>
              <w:jc w:val="right"/>
              <w:rPr>
                <w:b/>
              </w:rPr>
            </w:pPr>
          </w:p>
          <w:p w:rsidR="00E50BD0" w:rsidRDefault="00E50BD0" w:rsidP="00E50BD0">
            <w:pPr>
              <w:jc w:val="right"/>
              <w:rPr>
                <w:b/>
              </w:rPr>
            </w:pPr>
          </w:p>
          <w:p w:rsidR="00E50BD0" w:rsidRDefault="00E50BD0" w:rsidP="00E50BD0">
            <w:pPr>
              <w:jc w:val="right"/>
              <w:rPr>
                <w:b/>
              </w:rPr>
            </w:pPr>
          </w:p>
          <w:p w:rsidR="00E50BD0" w:rsidRDefault="00E50BD0" w:rsidP="00E50BD0">
            <w:pPr>
              <w:jc w:val="right"/>
              <w:rPr>
                <w:b/>
              </w:rPr>
            </w:pPr>
          </w:p>
          <w:p w:rsidR="00E50BD0" w:rsidRDefault="00E50BD0" w:rsidP="00E50BD0">
            <w:pPr>
              <w:jc w:val="right"/>
              <w:rPr>
                <w:b/>
              </w:rPr>
            </w:pPr>
          </w:p>
          <w:p w:rsidR="00E50BD0" w:rsidRDefault="00E50BD0" w:rsidP="00E50BD0">
            <w:pPr>
              <w:jc w:val="right"/>
              <w:rPr>
                <w:b/>
              </w:rPr>
            </w:pPr>
          </w:p>
          <w:p w:rsidR="00E50BD0" w:rsidRDefault="00E50BD0" w:rsidP="00E50BD0">
            <w:pPr>
              <w:jc w:val="right"/>
              <w:rPr>
                <w:b/>
              </w:rPr>
            </w:pPr>
          </w:p>
          <w:p w:rsidR="00E50BD0" w:rsidRDefault="00E50BD0" w:rsidP="00E50BD0">
            <w:pPr>
              <w:jc w:val="right"/>
              <w:rPr>
                <w:b/>
              </w:rPr>
            </w:pPr>
          </w:p>
          <w:p w:rsidR="00E50BD0" w:rsidRDefault="00E50BD0" w:rsidP="00E50BD0">
            <w:pPr>
              <w:jc w:val="right"/>
              <w:rPr>
                <w:b/>
              </w:rPr>
            </w:pPr>
          </w:p>
          <w:p w:rsidR="00E50BD0" w:rsidRDefault="00E50BD0" w:rsidP="00E50BD0">
            <w:pPr>
              <w:jc w:val="right"/>
              <w:rPr>
                <w:b/>
              </w:rPr>
            </w:pPr>
          </w:p>
          <w:p w:rsidR="00614107" w:rsidRPr="003E3EBE" w:rsidRDefault="00614107" w:rsidP="00614107">
            <w:pPr>
              <w:jc w:val="right"/>
              <w:rPr>
                <w:b/>
                <w:sz w:val="24"/>
                <w:szCs w:val="24"/>
              </w:rPr>
            </w:pPr>
            <w:r w:rsidRPr="003E3EBE">
              <w:rPr>
                <w:b/>
                <w:sz w:val="24"/>
                <w:szCs w:val="24"/>
              </w:rPr>
              <w:t xml:space="preserve">Председателю Комитета </w:t>
            </w:r>
          </w:p>
          <w:p w:rsidR="00614107" w:rsidRPr="003E3EBE" w:rsidRDefault="00614107" w:rsidP="00614107">
            <w:pPr>
              <w:jc w:val="right"/>
              <w:rPr>
                <w:b/>
                <w:sz w:val="24"/>
                <w:szCs w:val="24"/>
              </w:rPr>
            </w:pPr>
            <w:r w:rsidRPr="003E3EBE">
              <w:rPr>
                <w:b/>
                <w:sz w:val="24"/>
                <w:szCs w:val="24"/>
              </w:rPr>
              <w:t xml:space="preserve">по образованию, культуре, </w:t>
            </w:r>
          </w:p>
          <w:p w:rsidR="00614107" w:rsidRPr="003E3EBE" w:rsidRDefault="00614107" w:rsidP="00614107">
            <w:pPr>
              <w:jc w:val="right"/>
              <w:rPr>
                <w:b/>
                <w:sz w:val="24"/>
                <w:szCs w:val="24"/>
              </w:rPr>
            </w:pPr>
            <w:r w:rsidRPr="003E3EBE">
              <w:rPr>
                <w:b/>
                <w:sz w:val="24"/>
                <w:szCs w:val="24"/>
              </w:rPr>
              <w:t xml:space="preserve">спорту и делам молодежи </w:t>
            </w:r>
          </w:p>
          <w:p w:rsidR="00126FF8" w:rsidRPr="005649EE" w:rsidRDefault="008B00E5" w:rsidP="00614107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Кузнецовой О.М.</w:t>
            </w:r>
          </w:p>
        </w:tc>
      </w:tr>
    </w:tbl>
    <w:p w:rsidR="000D4E24" w:rsidRDefault="00415474" w:rsidP="00415474">
      <w:pPr>
        <w:tabs>
          <w:tab w:val="left" w:pos="6514"/>
        </w:tabs>
        <w:rPr>
          <w:sz w:val="28"/>
          <w:szCs w:val="28"/>
        </w:rPr>
      </w:pPr>
      <w:r w:rsidRPr="0013146A">
        <w:rPr>
          <w:sz w:val="28"/>
          <w:szCs w:val="28"/>
        </w:rPr>
        <w:tab/>
      </w:r>
    </w:p>
    <w:p w:rsidR="003E0936" w:rsidRDefault="003E0936" w:rsidP="00787617">
      <w:pPr>
        <w:tabs>
          <w:tab w:val="left" w:pos="6514"/>
        </w:tabs>
        <w:jc w:val="center"/>
        <w:rPr>
          <w:sz w:val="28"/>
          <w:szCs w:val="28"/>
        </w:rPr>
      </w:pPr>
    </w:p>
    <w:p w:rsidR="00787617" w:rsidRDefault="00787617" w:rsidP="00787617">
      <w:pPr>
        <w:tabs>
          <w:tab w:val="left" w:pos="6514"/>
        </w:tabs>
        <w:jc w:val="center"/>
        <w:rPr>
          <w:sz w:val="28"/>
          <w:szCs w:val="28"/>
        </w:rPr>
      </w:pPr>
    </w:p>
    <w:p w:rsidR="003E3EBE" w:rsidRDefault="00E04DBF" w:rsidP="00647E91">
      <w:pPr>
        <w:spacing w:line="360" w:lineRule="auto"/>
        <w:ind w:right="566"/>
        <w:jc w:val="both"/>
        <w:rPr>
          <w:b/>
          <w:sz w:val="28"/>
          <w:szCs w:val="28"/>
        </w:rPr>
      </w:pPr>
      <w:r w:rsidRPr="00E04DBF">
        <w:rPr>
          <w:sz w:val="28"/>
          <w:szCs w:val="28"/>
        </w:rPr>
        <w:t xml:space="preserve">                                                     </w:t>
      </w:r>
      <w:r w:rsidR="00647E91">
        <w:rPr>
          <w:b/>
          <w:sz w:val="28"/>
          <w:szCs w:val="28"/>
        </w:rPr>
        <w:t>Пояснительная записка</w:t>
      </w:r>
    </w:p>
    <w:p w:rsidR="006551F5" w:rsidRDefault="006551F5" w:rsidP="006551F5">
      <w:pPr>
        <w:jc w:val="center"/>
        <w:rPr>
          <w:sz w:val="24"/>
          <w:szCs w:val="24"/>
        </w:rPr>
      </w:pPr>
      <w:r w:rsidRPr="006551F5">
        <w:rPr>
          <w:sz w:val="24"/>
          <w:szCs w:val="24"/>
        </w:rPr>
        <w:t>В рамках исп</w:t>
      </w:r>
      <w:r w:rsidR="00781F06">
        <w:rPr>
          <w:sz w:val="24"/>
          <w:szCs w:val="24"/>
        </w:rPr>
        <w:t>олнения муниципального задания 2</w:t>
      </w:r>
      <w:r w:rsidR="0048285F">
        <w:rPr>
          <w:sz w:val="24"/>
          <w:szCs w:val="24"/>
        </w:rPr>
        <w:t xml:space="preserve"> квартала 2020</w:t>
      </w:r>
      <w:r w:rsidRPr="006551F5">
        <w:rPr>
          <w:sz w:val="24"/>
          <w:szCs w:val="24"/>
        </w:rPr>
        <w:t xml:space="preserve"> года сообщаем о проделанной работе.</w:t>
      </w:r>
    </w:p>
    <w:p w:rsidR="008B00E5" w:rsidRPr="0072593F" w:rsidRDefault="008B00E5" w:rsidP="008B00E5">
      <w:pPr>
        <w:pStyle w:val="a6"/>
        <w:ind w:left="142"/>
        <w:rPr>
          <w:sz w:val="24"/>
          <w:szCs w:val="24"/>
          <w:u w:val="single"/>
        </w:rPr>
      </w:pPr>
      <w:r w:rsidRPr="0067636A">
        <w:rPr>
          <w:sz w:val="24"/>
          <w:szCs w:val="24"/>
          <w:u w:val="single"/>
        </w:rPr>
        <w:t xml:space="preserve">Раздел </w:t>
      </w:r>
      <w:r>
        <w:rPr>
          <w:sz w:val="24"/>
          <w:szCs w:val="24"/>
          <w:u w:val="single"/>
        </w:rPr>
        <w:t>№</w:t>
      </w:r>
      <w:r w:rsidRPr="0072593F">
        <w:rPr>
          <w:sz w:val="24"/>
          <w:szCs w:val="24"/>
          <w:u w:val="single"/>
        </w:rPr>
        <w:t>1</w:t>
      </w:r>
    </w:p>
    <w:p w:rsidR="008B00E5" w:rsidRDefault="008B00E5" w:rsidP="008B00E5">
      <w:pPr>
        <w:pStyle w:val="a6"/>
        <w:ind w:left="142"/>
        <w:rPr>
          <w:rFonts w:ascii="Times New Roman" w:hAnsi="Times New Roman" w:cs="Times New Roman"/>
          <w:sz w:val="24"/>
          <w:szCs w:val="24"/>
          <w:u w:val="single"/>
        </w:rPr>
      </w:pPr>
      <w:r w:rsidRPr="0067636A">
        <w:rPr>
          <w:sz w:val="24"/>
          <w:szCs w:val="24"/>
          <w:u w:val="single"/>
        </w:rPr>
        <w:t xml:space="preserve"> Работа   </w:t>
      </w:r>
      <w:r w:rsidRPr="0019412E">
        <w:rPr>
          <w:rFonts w:ascii="Times New Roman" w:hAnsi="Times New Roman" w:cs="Times New Roman"/>
          <w:i/>
          <w:sz w:val="24"/>
          <w:szCs w:val="24"/>
          <w:u w:val="single"/>
        </w:rPr>
        <w:t>Обеспечение участия спортивных сборных команд в официальных спортивных мероприятиях</w:t>
      </w:r>
      <w:r>
        <w:rPr>
          <w:i/>
          <w:sz w:val="24"/>
          <w:szCs w:val="24"/>
          <w:u w:val="single"/>
        </w:rPr>
        <w:t xml:space="preserve"> </w:t>
      </w:r>
      <w:r w:rsidRPr="0019412E">
        <w:rPr>
          <w:rFonts w:ascii="Times New Roman" w:hAnsi="Times New Roman" w:cs="Times New Roman"/>
          <w:sz w:val="24"/>
          <w:szCs w:val="24"/>
          <w:u w:val="single"/>
        </w:rPr>
        <w:t>выполнено в полном объеме.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B00E5" w:rsidRPr="008B00E5" w:rsidRDefault="008B00E5" w:rsidP="008B00E5">
      <w:pPr>
        <w:pStyle w:val="a6"/>
        <w:ind w:left="142" w:firstLine="566"/>
        <w:rPr>
          <w:rFonts w:ascii="Times New Roman" w:hAnsi="Times New Roman" w:cs="Times New Roman"/>
          <w:sz w:val="24"/>
          <w:szCs w:val="24"/>
          <w:u w:val="single"/>
        </w:rPr>
      </w:pPr>
      <w:r w:rsidRPr="008B00E5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второй </w:t>
      </w:r>
      <w:r w:rsidRPr="008B00E5">
        <w:rPr>
          <w:rFonts w:ascii="Times New Roman" w:hAnsi="Times New Roman" w:cs="Times New Roman"/>
          <w:sz w:val="24"/>
          <w:szCs w:val="24"/>
        </w:rPr>
        <w:t>квартал не запланировано мероприятий согласно работе раздела № 1 муниципального задания на 2020 год.</w:t>
      </w:r>
    </w:p>
    <w:p w:rsidR="008B00E5" w:rsidRPr="006551F5" w:rsidRDefault="008B00E5" w:rsidP="006551F5">
      <w:pPr>
        <w:jc w:val="center"/>
        <w:rPr>
          <w:sz w:val="24"/>
          <w:szCs w:val="24"/>
        </w:rPr>
      </w:pPr>
    </w:p>
    <w:p w:rsidR="008A4F3B" w:rsidRPr="0067636A" w:rsidRDefault="008A4F3B" w:rsidP="008A4F3B">
      <w:pPr>
        <w:pStyle w:val="a6"/>
        <w:ind w:left="142"/>
        <w:rPr>
          <w:sz w:val="24"/>
          <w:szCs w:val="24"/>
          <w:u w:val="single"/>
        </w:rPr>
      </w:pPr>
      <w:r w:rsidRPr="0067636A">
        <w:rPr>
          <w:sz w:val="24"/>
          <w:szCs w:val="24"/>
          <w:u w:val="single"/>
        </w:rPr>
        <w:t xml:space="preserve">Раздел </w:t>
      </w:r>
      <w:r>
        <w:rPr>
          <w:sz w:val="24"/>
          <w:szCs w:val="24"/>
          <w:u w:val="single"/>
        </w:rPr>
        <w:t>№2</w:t>
      </w:r>
    </w:p>
    <w:p w:rsidR="008A4F3B" w:rsidRDefault="008A4F3B" w:rsidP="008A4F3B">
      <w:pPr>
        <w:pStyle w:val="a6"/>
        <w:ind w:left="142"/>
        <w:rPr>
          <w:sz w:val="24"/>
          <w:szCs w:val="24"/>
          <w:u w:val="single"/>
        </w:rPr>
      </w:pPr>
      <w:r w:rsidRPr="0067636A">
        <w:rPr>
          <w:sz w:val="24"/>
          <w:szCs w:val="24"/>
          <w:u w:val="single"/>
        </w:rPr>
        <w:t xml:space="preserve"> Работа   </w:t>
      </w:r>
      <w:r>
        <w:rPr>
          <w:i/>
          <w:sz w:val="24"/>
          <w:szCs w:val="24"/>
          <w:u w:val="single"/>
        </w:rPr>
        <w:t xml:space="preserve">Обеспечения участия лиц, проходящих спортивную подготовку, в спортивных соревнованиях </w:t>
      </w:r>
      <w:r w:rsidRPr="0067636A">
        <w:rPr>
          <w:sz w:val="24"/>
          <w:szCs w:val="24"/>
          <w:u w:val="single"/>
        </w:rPr>
        <w:t xml:space="preserve"> выполнено в полном объеме.</w:t>
      </w:r>
    </w:p>
    <w:p w:rsidR="008B00E5" w:rsidRPr="008B00E5" w:rsidRDefault="008B00E5" w:rsidP="008B00E5">
      <w:pPr>
        <w:pStyle w:val="a6"/>
        <w:ind w:left="142" w:firstLine="566"/>
        <w:rPr>
          <w:rFonts w:ascii="Times New Roman" w:hAnsi="Times New Roman" w:cs="Times New Roman"/>
          <w:sz w:val="24"/>
          <w:szCs w:val="24"/>
          <w:u w:val="single"/>
        </w:rPr>
      </w:pPr>
      <w:r w:rsidRPr="008B00E5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второй </w:t>
      </w:r>
      <w:r w:rsidRPr="008B00E5">
        <w:rPr>
          <w:rFonts w:ascii="Times New Roman" w:hAnsi="Times New Roman" w:cs="Times New Roman"/>
          <w:sz w:val="24"/>
          <w:szCs w:val="24"/>
        </w:rPr>
        <w:t xml:space="preserve">квартал не запланировано мероприятий согласно работе раздела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B00E5">
        <w:rPr>
          <w:rFonts w:ascii="Times New Roman" w:hAnsi="Times New Roman" w:cs="Times New Roman"/>
          <w:sz w:val="24"/>
          <w:szCs w:val="24"/>
        </w:rPr>
        <w:t xml:space="preserve"> муниципального задания на 2020 год.</w:t>
      </w:r>
    </w:p>
    <w:p w:rsidR="008A4F3B" w:rsidRDefault="008A4F3B" w:rsidP="008A4F3B">
      <w:pPr>
        <w:pStyle w:val="a6"/>
        <w:ind w:left="862"/>
        <w:rPr>
          <w:sz w:val="24"/>
          <w:szCs w:val="24"/>
        </w:rPr>
      </w:pPr>
    </w:p>
    <w:p w:rsidR="008A4F3B" w:rsidRDefault="008A4F3B" w:rsidP="008E3767">
      <w:pPr>
        <w:pStyle w:val="a6"/>
        <w:ind w:left="142"/>
        <w:rPr>
          <w:sz w:val="24"/>
          <w:szCs w:val="24"/>
          <w:u w:val="single"/>
        </w:rPr>
      </w:pPr>
    </w:p>
    <w:p w:rsidR="008E3767" w:rsidRPr="008E3767" w:rsidRDefault="008E3767" w:rsidP="008E3767">
      <w:pPr>
        <w:pStyle w:val="a6"/>
        <w:ind w:left="142"/>
        <w:rPr>
          <w:sz w:val="24"/>
          <w:szCs w:val="24"/>
          <w:u w:val="single"/>
        </w:rPr>
      </w:pPr>
      <w:r w:rsidRPr="008E3767">
        <w:rPr>
          <w:sz w:val="24"/>
          <w:szCs w:val="24"/>
          <w:u w:val="single"/>
        </w:rPr>
        <w:t>Раздел №3</w:t>
      </w:r>
    </w:p>
    <w:p w:rsidR="008E3767" w:rsidRPr="008E3767" w:rsidRDefault="008E3767" w:rsidP="008E3767">
      <w:pPr>
        <w:pStyle w:val="a6"/>
        <w:ind w:left="426"/>
        <w:rPr>
          <w:sz w:val="24"/>
          <w:szCs w:val="24"/>
          <w:u w:val="single"/>
        </w:rPr>
      </w:pPr>
      <w:r w:rsidRPr="008E3767">
        <w:rPr>
          <w:sz w:val="24"/>
          <w:szCs w:val="24"/>
          <w:u w:val="single"/>
        </w:rPr>
        <w:t xml:space="preserve"> Работа   </w:t>
      </w:r>
      <w:r w:rsidRPr="008E3767">
        <w:rPr>
          <w:i/>
          <w:sz w:val="24"/>
          <w:szCs w:val="24"/>
          <w:u w:val="single"/>
        </w:rPr>
        <w:t>Обеспечение участия спортивных сборных команд в официальных спортивных мероприятиях</w:t>
      </w:r>
      <w:r w:rsidRPr="008E3767">
        <w:rPr>
          <w:sz w:val="24"/>
          <w:szCs w:val="24"/>
          <w:u w:val="single"/>
        </w:rPr>
        <w:t xml:space="preserve"> </w:t>
      </w:r>
      <w:r w:rsidR="008B00E5">
        <w:rPr>
          <w:sz w:val="24"/>
          <w:szCs w:val="24"/>
          <w:u w:val="single"/>
        </w:rPr>
        <w:t xml:space="preserve">не </w:t>
      </w:r>
      <w:r w:rsidRPr="008E3767">
        <w:rPr>
          <w:sz w:val="24"/>
          <w:szCs w:val="24"/>
          <w:u w:val="single"/>
        </w:rPr>
        <w:t>выполнено в полном объеме.</w:t>
      </w:r>
    </w:p>
    <w:p w:rsidR="00614107" w:rsidRDefault="008B00E5" w:rsidP="0048285F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Военно- патриотическая игра «Дозор» </w:t>
      </w:r>
      <w:r w:rsidR="0048285F">
        <w:rPr>
          <w:sz w:val="24"/>
          <w:szCs w:val="24"/>
        </w:rPr>
        <w:t xml:space="preserve">- </w:t>
      </w:r>
      <w:r w:rsidR="0048285F"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8B00E5" w:rsidRDefault="005C568A" w:rsidP="0061410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Соревнования по длинным нардам в рамках Спартакиады ТК Камышловского городского округа 2019\2020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8285F">
        <w:rPr>
          <w:rFonts w:ascii="Times New Roman" w:hAnsi="Times New Roman" w:cs="Times New Roman"/>
          <w:sz w:val="24"/>
          <w:szCs w:val="24"/>
        </w:rPr>
        <w:t xml:space="preserve"> – перенесено на июль.</w:t>
      </w:r>
    </w:p>
    <w:p w:rsidR="005C568A" w:rsidRDefault="005C568A" w:rsidP="0061410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Турнир по волейболу к Дню Победы среди мужских команд</w:t>
      </w:r>
      <w:r w:rsidR="0048285F">
        <w:rPr>
          <w:sz w:val="24"/>
          <w:szCs w:val="24"/>
        </w:rPr>
        <w:t xml:space="preserve"> - </w:t>
      </w:r>
      <w:r w:rsidR="0048285F"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5C568A" w:rsidRDefault="005C568A" w:rsidP="005C568A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Турнир по волейболу к Дню Победы среди женских команд</w:t>
      </w:r>
      <w:r w:rsidR="0048285F">
        <w:rPr>
          <w:sz w:val="24"/>
          <w:szCs w:val="24"/>
        </w:rPr>
        <w:t xml:space="preserve"> - </w:t>
      </w:r>
      <w:r w:rsidR="0048285F"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5C568A" w:rsidRDefault="005C568A" w:rsidP="0061410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юных пограничников в параде, посвященному Победе в ВОВ</w:t>
      </w:r>
      <w:r w:rsidR="0048285F">
        <w:rPr>
          <w:sz w:val="24"/>
          <w:szCs w:val="24"/>
        </w:rPr>
        <w:t xml:space="preserve"> - </w:t>
      </w:r>
      <w:r w:rsidR="0048285F"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5C568A" w:rsidRDefault="005C568A" w:rsidP="005C568A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Соревнования по пляжному волейболу в рамках Спартакиады ТК Камышловского городского округа 2019\2020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8285F">
        <w:rPr>
          <w:rFonts w:ascii="Times New Roman" w:hAnsi="Times New Roman" w:cs="Times New Roman"/>
          <w:sz w:val="24"/>
          <w:szCs w:val="24"/>
        </w:rPr>
        <w:t xml:space="preserve"> - </w:t>
      </w:r>
      <w:r w:rsidR="0048285F" w:rsidRPr="0048285F">
        <w:rPr>
          <w:rFonts w:ascii="Times New Roman" w:hAnsi="Times New Roman" w:cs="Times New Roman"/>
          <w:sz w:val="24"/>
          <w:szCs w:val="24"/>
        </w:rPr>
        <w:t xml:space="preserve"> </w:t>
      </w:r>
      <w:r w:rsidR="0048285F">
        <w:rPr>
          <w:rFonts w:ascii="Times New Roman" w:hAnsi="Times New Roman" w:cs="Times New Roman"/>
          <w:sz w:val="24"/>
          <w:szCs w:val="24"/>
        </w:rPr>
        <w:t>перенесено на июль.</w:t>
      </w:r>
    </w:p>
    <w:p w:rsidR="005C568A" w:rsidRDefault="005C568A" w:rsidP="0061410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смотр строя и песни</w:t>
      </w:r>
      <w:r w:rsidR="0048285F">
        <w:rPr>
          <w:sz w:val="24"/>
          <w:szCs w:val="24"/>
        </w:rPr>
        <w:t xml:space="preserve"> - </w:t>
      </w:r>
      <w:r w:rsidR="0048285F"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5C568A" w:rsidRDefault="005C568A" w:rsidP="0061410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Легкоатлетический кросс среди ДОУ</w:t>
      </w:r>
      <w:r w:rsidR="0048285F">
        <w:rPr>
          <w:sz w:val="24"/>
          <w:szCs w:val="24"/>
        </w:rPr>
        <w:t xml:space="preserve"> - </w:t>
      </w:r>
      <w:r w:rsidR="0048285F"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5C568A" w:rsidRDefault="005C568A" w:rsidP="005C568A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Соревнования по легкой атлетике в рамках Спартакиады ТК Камышловского городского округа 2019\2020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8285F">
        <w:rPr>
          <w:rFonts w:ascii="Times New Roman" w:hAnsi="Times New Roman" w:cs="Times New Roman"/>
          <w:sz w:val="24"/>
          <w:szCs w:val="24"/>
        </w:rPr>
        <w:t xml:space="preserve"> – перенесено на август.</w:t>
      </w:r>
    </w:p>
    <w:p w:rsidR="005C568A" w:rsidRDefault="005C568A" w:rsidP="0061410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 пограничника «Полевые сборы»</w:t>
      </w:r>
      <w:r w:rsidR="0048285F">
        <w:rPr>
          <w:sz w:val="24"/>
          <w:szCs w:val="24"/>
        </w:rPr>
        <w:t xml:space="preserve"> - </w:t>
      </w:r>
      <w:r w:rsidR="0048285F"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48285F" w:rsidRDefault="005C568A" w:rsidP="007513B4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8285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8285F">
        <w:rPr>
          <w:rFonts w:ascii="Times New Roman" w:hAnsi="Times New Roman" w:cs="Times New Roman"/>
          <w:sz w:val="24"/>
          <w:szCs w:val="24"/>
        </w:rPr>
        <w:t xml:space="preserve"> летняя Спартакиада ТК КГО</w:t>
      </w:r>
      <w:r w:rsidR="0048285F" w:rsidRPr="0048285F">
        <w:rPr>
          <w:rFonts w:ascii="Times New Roman" w:hAnsi="Times New Roman" w:cs="Times New Roman"/>
          <w:sz w:val="24"/>
          <w:szCs w:val="24"/>
        </w:rPr>
        <w:t xml:space="preserve"> – перенесено на 08.08. 2020</w:t>
      </w:r>
      <w:r w:rsidR="0048285F">
        <w:rPr>
          <w:rFonts w:ascii="Times New Roman" w:hAnsi="Times New Roman" w:cs="Times New Roman"/>
          <w:sz w:val="24"/>
          <w:szCs w:val="24"/>
        </w:rPr>
        <w:t>г.</w:t>
      </w:r>
    </w:p>
    <w:p w:rsidR="005C568A" w:rsidRPr="0048285F" w:rsidRDefault="005C568A" w:rsidP="007513B4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8285F">
        <w:rPr>
          <w:rFonts w:ascii="Times New Roman" w:hAnsi="Times New Roman" w:cs="Times New Roman"/>
          <w:sz w:val="24"/>
          <w:szCs w:val="24"/>
        </w:rPr>
        <w:t>Спортивные мероприятия в день молодежи</w:t>
      </w:r>
      <w:r w:rsidR="0048285F" w:rsidRPr="0048285F">
        <w:rPr>
          <w:sz w:val="24"/>
          <w:szCs w:val="24"/>
        </w:rPr>
        <w:t xml:space="preserve"> - </w:t>
      </w:r>
      <w:r w:rsidR="0048285F" w:rsidRPr="0048285F"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614107" w:rsidRPr="0048285F" w:rsidRDefault="00614107" w:rsidP="0061410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551F5" w:rsidRDefault="006551F5" w:rsidP="006551F5">
      <w:pPr>
        <w:rPr>
          <w:sz w:val="24"/>
          <w:szCs w:val="24"/>
        </w:rPr>
      </w:pPr>
      <w:r w:rsidRPr="006551F5">
        <w:rPr>
          <w:sz w:val="24"/>
          <w:szCs w:val="24"/>
        </w:rPr>
        <w:t xml:space="preserve">Всего проведено </w:t>
      </w:r>
      <w:proofErr w:type="gramStart"/>
      <w:r w:rsidR="005C568A">
        <w:rPr>
          <w:sz w:val="24"/>
          <w:szCs w:val="24"/>
        </w:rPr>
        <w:t>согласно  работе</w:t>
      </w:r>
      <w:proofErr w:type="gramEnd"/>
      <w:r w:rsidR="005C568A">
        <w:rPr>
          <w:sz w:val="24"/>
          <w:szCs w:val="24"/>
        </w:rPr>
        <w:t xml:space="preserve"> раздела № 3</w:t>
      </w:r>
      <w:r w:rsidR="00AD6B35">
        <w:rPr>
          <w:sz w:val="24"/>
          <w:szCs w:val="24"/>
        </w:rPr>
        <w:t xml:space="preserve"> </w:t>
      </w:r>
      <w:r w:rsidR="005C568A">
        <w:rPr>
          <w:sz w:val="24"/>
          <w:szCs w:val="24"/>
        </w:rPr>
        <w:t>муниципального задания на 2020</w:t>
      </w:r>
      <w:r w:rsidR="00AD6B35" w:rsidRPr="00AD6B35">
        <w:rPr>
          <w:sz w:val="24"/>
          <w:szCs w:val="24"/>
        </w:rPr>
        <w:t xml:space="preserve"> год</w:t>
      </w:r>
      <w:r w:rsidR="00AD6B35" w:rsidRPr="006551F5">
        <w:rPr>
          <w:sz w:val="24"/>
          <w:szCs w:val="24"/>
        </w:rPr>
        <w:t xml:space="preserve"> </w:t>
      </w:r>
      <w:r w:rsidR="005C568A">
        <w:rPr>
          <w:sz w:val="24"/>
          <w:szCs w:val="24"/>
        </w:rPr>
        <w:t>0</w:t>
      </w:r>
      <w:r w:rsidRPr="006551F5">
        <w:rPr>
          <w:sz w:val="24"/>
          <w:szCs w:val="24"/>
        </w:rPr>
        <w:t xml:space="preserve"> мероприятий.</w:t>
      </w:r>
      <w:r w:rsidR="00565FCB">
        <w:rPr>
          <w:sz w:val="24"/>
          <w:szCs w:val="24"/>
        </w:rPr>
        <w:t xml:space="preserve"> Кол</w:t>
      </w:r>
      <w:r w:rsidR="00AB4D9C">
        <w:rPr>
          <w:sz w:val="24"/>
          <w:szCs w:val="24"/>
        </w:rPr>
        <w:t xml:space="preserve">ичество участников составило </w:t>
      </w:r>
      <w:r w:rsidR="005C568A">
        <w:rPr>
          <w:sz w:val="24"/>
          <w:szCs w:val="24"/>
        </w:rPr>
        <w:t>0</w:t>
      </w:r>
      <w:r w:rsidR="00565FCB">
        <w:rPr>
          <w:sz w:val="24"/>
          <w:szCs w:val="24"/>
        </w:rPr>
        <w:t xml:space="preserve"> чел.</w:t>
      </w:r>
    </w:p>
    <w:p w:rsidR="006551F5" w:rsidRDefault="006551F5" w:rsidP="006551F5">
      <w:pPr>
        <w:rPr>
          <w:sz w:val="24"/>
          <w:szCs w:val="24"/>
        </w:rPr>
      </w:pPr>
    </w:p>
    <w:p w:rsidR="0067636A" w:rsidRPr="006551F5" w:rsidRDefault="0067636A" w:rsidP="006551F5">
      <w:pPr>
        <w:rPr>
          <w:sz w:val="24"/>
          <w:szCs w:val="24"/>
        </w:rPr>
      </w:pPr>
    </w:p>
    <w:p w:rsidR="008E3767" w:rsidRPr="0067636A" w:rsidRDefault="008E3767" w:rsidP="008E3767">
      <w:pPr>
        <w:pStyle w:val="a6"/>
        <w:ind w:left="142"/>
        <w:rPr>
          <w:sz w:val="24"/>
          <w:szCs w:val="24"/>
          <w:u w:val="single"/>
        </w:rPr>
      </w:pPr>
      <w:r w:rsidRPr="0067636A">
        <w:rPr>
          <w:sz w:val="24"/>
          <w:szCs w:val="24"/>
          <w:u w:val="single"/>
        </w:rPr>
        <w:t xml:space="preserve">Раздел </w:t>
      </w:r>
      <w:r>
        <w:rPr>
          <w:sz w:val="24"/>
          <w:szCs w:val="24"/>
          <w:u w:val="single"/>
        </w:rPr>
        <w:t>№4</w:t>
      </w:r>
    </w:p>
    <w:p w:rsidR="008E3767" w:rsidRDefault="008E3767" w:rsidP="008E3767">
      <w:pPr>
        <w:pStyle w:val="a6"/>
        <w:ind w:left="142"/>
        <w:rPr>
          <w:sz w:val="24"/>
          <w:szCs w:val="24"/>
          <w:u w:val="single"/>
        </w:rPr>
      </w:pPr>
      <w:r w:rsidRPr="0067636A">
        <w:rPr>
          <w:sz w:val="24"/>
          <w:szCs w:val="24"/>
          <w:u w:val="single"/>
        </w:rPr>
        <w:t xml:space="preserve"> Работа   </w:t>
      </w:r>
      <w:r>
        <w:rPr>
          <w:i/>
          <w:sz w:val="24"/>
          <w:szCs w:val="24"/>
          <w:u w:val="single"/>
        </w:rPr>
        <w:t>Организация и проведение официальных физкультурных (физкультурно-оздоровительных) мероприятий</w:t>
      </w:r>
      <w:r w:rsidRPr="0067636A">
        <w:rPr>
          <w:sz w:val="24"/>
          <w:szCs w:val="24"/>
          <w:u w:val="single"/>
        </w:rPr>
        <w:t xml:space="preserve"> </w:t>
      </w:r>
      <w:r w:rsidR="0048285F">
        <w:rPr>
          <w:sz w:val="24"/>
          <w:szCs w:val="24"/>
          <w:u w:val="single"/>
        </w:rPr>
        <w:t xml:space="preserve">не </w:t>
      </w:r>
      <w:r w:rsidRPr="0067636A">
        <w:rPr>
          <w:sz w:val="24"/>
          <w:szCs w:val="24"/>
          <w:u w:val="single"/>
        </w:rPr>
        <w:t>выполнено в полном объеме.</w:t>
      </w:r>
    </w:p>
    <w:p w:rsidR="005C568A" w:rsidRDefault="005C568A" w:rsidP="005C568A">
      <w:pPr>
        <w:pStyle w:val="a6"/>
        <w:numPr>
          <w:ilvl w:val="0"/>
          <w:numId w:val="7"/>
        </w:numPr>
        <w:rPr>
          <w:sz w:val="24"/>
          <w:szCs w:val="24"/>
        </w:rPr>
      </w:pPr>
      <w:r w:rsidRPr="005C568A">
        <w:rPr>
          <w:sz w:val="24"/>
          <w:szCs w:val="24"/>
        </w:rPr>
        <w:t>Традиционный турнир по мини-футболу на призы главы Камышловского района</w:t>
      </w:r>
      <w:r w:rsidR="0048285F">
        <w:rPr>
          <w:sz w:val="24"/>
          <w:szCs w:val="24"/>
        </w:rPr>
        <w:t xml:space="preserve"> - </w:t>
      </w:r>
      <w:r w:rsidR="0048285F"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5C568A" w:rsidRDefault="005C568A" w:rsidP="005C568A">
      <w:pPr>
        <w:pStyle w:val="a6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Турнир по баскетболу среди мужских команд к Дню Победы</w:t>
      </w:r>
      <w:r w:rsidR="0048285F">
        <w:rPr>
          <w:sz w:val="24"/>
          <w:szCs w:val="24"/>
        </w:rPr>
        <w:t xml:space="preserve"> - </w:t>
      </w:r>
      <w:r w:rsidR="0048285F"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5C568A" w:rsidRDefault="005C568A" w:rsidP="005C568A">
      <w:pPr>
        <w:pStyle w:val="a6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Соревнования по стендовой стрельбе к Дню Победы</w:t>
      </w:r>
      <w:r w:rsidR="0048285F">
        <w:rPr>
          <w:sz w:val="24"/>
          <w:szCs w:val="24"/>
        </w:rPr>
        <w:t xml:space="preserve"> – перенесен на июль</w:t>
      </w:r>
    </w:p>
    <w:p w:rsidR="005C568A" w:rsidRDefault="005C568A" w:rsidP="005C568A">
      <w:pPr>
        <w:pStyle w:val="a6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Соревнования по пляжному волейболу(микст) к Дню победы</w:t>
      </w:r>
      <w:r w:rsidR="0048285F">
        <w:rPr>
          <w:sz w:val="24"/>
          <w:szCs w:val="24"/>
        </w:rPr>
        <w:t xml:space="preserve"> - </w:t>
      </w:r>
      <w:r w:rsidR="0048285F"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5C568A" w:rsidRDefault="0048285F" w:rsidP="005C568A">
      <w:pPr>
        <w:pStyle w:val="a6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Традиционный турнир по футболу среди ветеранов - </w:t>
      </w:r>
      <w:r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 w:rsidRPr="00105CD7">
        <w:rPr>
          <w:rFonts w:ascii="Times New Roman" w:hAnsi="Times New Roman" w:cs="Times New Roman"/>
          <w:sz w:val="24"/>
          <w:szCs w:val="24"/>
        </w:rPr>
        <w:t xml:space="preserve"> </w:t>
      </w:r>
      <w:r w:rsidR="00105CD7">
        <w:rPr>
          <w:rFonts w:ascii="Times New Roman" w:hAnsi="Times New Roman" w:cs="Times New Roman"/>
          <w:sz w:val="24"/>
          <w:szCs w:val="24"/>
        </w:rPr>
        <w:t xml:space="preserve">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48285F" w:rsidRDefault="0048285F" w:rsidP="005C568A">
      <w:pPr>
        <w:pStyle w:val="a6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Открытое первенство </w:t>
      </w:r>
      <w:proofErr w:type="spellStart"/>
      <w:r>
        <w:rPr>
          <w:sz w:val="24"/>
          <w:szCs w:val="24"/>
        </w:rPr>
        <w:t>Сухоложского</w:t>
      </w:r>
      <w:proofErr w:type="spellEnd"/>
      <w:r>
        <w:rPr>
          <w:sz w:val="24"/>
          <w:szCs w:val="24"/>
        </w:rPr>
        <w:t xml:space="preserve"> городского округа по футболу - </w:t>
      </w:r>
      <w:r>
        <w:rPr>
          <w:rFonts w:ascii="Times New Roman" w:hAnsi="Times New Roman" w:cs="Times New Roman"/>
          <w:sz w:val="24"/>
          <w:szCs w:val="24"/>
        </w:rPr>
        <w:t>не состоялось из-за санитарно-эпидемиологической ситуации.</w:t>
      </w:r>
      <w:r w:rsidR="00105CD7">
        <w:rPr>
          <w:rFonts w:ascii="Times New Roman" w:hAnsi="Times New Roman" w:cs="Times New Roman"/>
          <w:sz w:val="24"/>
          <w:szCs w:val="24"/>
        </w:rPr>
        <w:t xml:space="preserve"> Перенесено на </w:t>
      </w:r>
      <w:r w:rsidR="00105CD7">
        <w:rPr>
          <w:rFonts w:ascii="Times New Roman" w:hAnsi="Times New Roman" w:cs="Times New Roman"/>
          <w:sz w:val="24"/>
          <w:szCs w:val="24"/>
          <w:lang w:val="en-US"/>
        </w:rPr>
        <w:t xml:space="preserve">III, IV </w:t>
      </w:r>
      <w:r w:rsidR="00105CD7">
        <w:rPr>
          <w:rFonts w:ascii="Times New Roman" w:hAnsi="Times New Roman" w:cs="Times New Roman"/>
          <w:sz w:val="24"/>
          <w:szCs w:val="24"/>
        </w:rPr>
        <w:t>квартал 2020 г.</w:t>
      </w:r>
    </w:p>
    <w:p w:rsidR="0048285F" w:rsidRPr="005C568A" w:rsidRDefault="0048285F" w:rsidP="0048285F">
      <w:pPr>
        <w:pStyle w:val="a6"/>
        <w:ind w:left="862"/>
        <w:rPr>
          <w:sz w:val="24"/>
          <w:szCs w:val="24"/>
        </w:rPr>
      </w:pPr>
    </w:p>
    <w:p w:rsidR="00AD6B35" w:rsidRPr="00AD6B35" w:rsidRDefault="00AD6B35" w:rsidP="00AD6B35">
      <w:pPr>
        <w:ind w:left="360"/>
        <w:rPr>
          <w:sz w:val="24"/>
          <w:szCs w:val="24"/>
        </w:rPr>
      </w:pPr>
      <w:r w:rsidRPr="00AD6B35">
        <w:rPr>
          <w:sz w:val="24"/>
          <w:szCs w:val="24"/>
        </w:rPr>
        <w:t xml:space="preserve">Всего проведено </w:t>
      </w:r>
      <w:proofErr w:type="gramStart"/>
      <w:r w:rsidRPr="00AD6B35">
        <w:rPr>
          <w:sz w:val="24"/>
          <w:szCs w:val="24"/>
        </w:rPr>
        <w:t>согласно  работе</w:t>
      </w:r>
      <w:proofErr w:type="gramEnd"/>
      <w:r>
        <w:rPr>
          <w:sz w:val="24"/>
          <w:szCs w:val="24"/>
        </w:rPr>
        <w:t xml:space="preserve"> раздела № 4</w:t>
      </w:r>
      <w:r w:rsidR="0048285F">
        <w:rPr>
          <w:sz w:val="24"/>
          <w:szCs w:val="24"/>
        </w:rPr>
        <w:t xml:space="preserve"> муниципального задания на 2020</w:t>
      </w:r>
      <w:r w:rsidRPr="00AD6B35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Pr="00AD6B35">
        <w:rPr>
          <w:sz w:val="24"/>
          <w:szCs w:val="24"/>
        </w:rPr>
        <w:t xml:space="preserve"> </w:t>
      </w:r>
      <w:r w:rsidR="0048285F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AD6B35">
        <w:rPr>
          <w:sz w:val="24"/>
          <w:szCs w:val="24"/>
        </w:rPr>
        <w:t>мероприятий</w:t>
      </w:r>
      <w:r w:rsidR="0048285F">
        <w:rPr>
          <w:sz w:val="24"/>
          <w:szCs w:val="24"/>
        </w:rPr>
        <w:t xml:space="preserve"> и обеспечено участие 0 </w:t>
      </w:r>
      <w:r w:rsidR="00D07E09">
        <w:rPr>
          <w:sz w:val="24"/>
          <w:szCs w:val="24"/>
        </w:rPr>
        <w:t>мероприятиях</w:t>
      </w:r>
      <w:r w:rsidRPr="00AD6B35">
        <w:rPr>
          <w:sz w:val="24"/>
          <w:szCs w:val="24"/>
        </w:rPr>
        <w:t>. Кол</w:t>
      </w:r>
      <w:r w:rsidR="008A4F3B">
        <w:rPr>
          <w:sz w:val="24"/>
          <w:szCs w:val="24"/>
        </w:rPr>
        <w:t xml:space="preserve">ичество участников составило </w:t>
      </w:r>
      <w:r w:rsidR="0048285F">
        <w:rPr>
          <w:sz w:val="24"/>
          <w:szCs w:val="24"/>
        </w:rPr>
        <w:t xml:space="preserve">0 </w:t>
      </w:r>
      <w:r w:rsidRPr="00AD6B35">
        <w:rPr>
          <w:sz w:val="24"/>
          <w:szCs w:val="24"/>
        </w:rPr>
        <w:t>чел.</w:t>
      </w:r>
    </w:p>
    <w:p w:rsidR="00781F06" w:rsidRDefault="00781F06" w:rsidP="006551F5">
      <w:pPr>
        <w:rPr>
          <w:sz w:val="24"/>
          <w:szCs w:val="24"/>
        </w:rPr>
      </w:pPr>
    </w:p>
    <w:p w:rsidR="00614107" w:rsidRPr="00781D04" w:rsidRDefault="00614107" w:rsidP="00614107">
      <w:pPr>
        <w:pStyle w:val="a6"/>
        <w:ind w:left="142"/>
        <w:rPr>
          <w:sz w:val="24"/>
          <w:szCs w:val="24"/>
          <w:u w:val="single"/>
        </w:rPr>
      </w:pPr>
      <w:r w:rsidRPr="0067636A">
        <w:rPr>
          <w:sz w:val="24"/>
          <w:szCs w:val="24"/>
          <w:u w:val="single"/>
        </w:rPr>
        <w:t xml:space="preserve">Раздел </w:t>
      </w:r>
      <w:r>
        <w:rPr>
          <w:sz w:val="24"/>
          <w:szCs w:val="24"/>
          <w:u w:val="single"/>
        </w:rPr>
        <w:t>№</w:t>
      </w:r>
      <w:r w:rsidRPr="00781D04">
        <w:rPr>
          <w:sz w:val="24"/>
          <w:szCs w:val="24"/>
          <w:u w:val="single"/>
        </w:rPr>
        <w:t xml:space="preserve"> 5</w:t>
      </w:r>
    </w:p>
    <w:p w:rsidR="00614107" w:rsidRDefault="00614107" w:rsidP="00614107">
      <w:pPr>
        <w:pStyle w:val="a6"/>
        <w:ind w:left="142"/>
        <w:rPr>
          <w:sz w:val="24"/>
          <w:szCs w:val="24"/>
          <w:u w:val="single"/>
        </w:rPr>
      </w:pPr>
      <w:r w:rsidRPr="0067636A">
        <w:rPr>
          <w:sz w:val="24"/>
          <w:szCs w:val="24"/>
          <w:u w:val="single"/>
        </w:rPr>
        <w:t xml:space="preserve"> Работа   </w:t>
      </w:r>
      <w:r>
        <w:rPr>
          <w:i/>
          <w:sz w:val="24"/>
          <w:szCs w:val="24"/>
          <w:u w:val="single"/>
        </w:rPr>
        <w:t>Проведение занятий физкультурно-спортивной направленности по месту проживания граждан</w:t>
      </w:r>
      <w:r w:rsidR="0048285F">
        <w:rPr>
          <w:i/>
          <w:sz w:val="24"/>
          <w:szCs w:val="24"/>
          <w:u w:val="single"/>
        </w:rPr>
        <w:t xml:space="preserve"> не</w:t>
      </w:r>
      <w:r>
        <w:rPr>
          <w:i/>
          <w:sz w:val="24"/>
          <w:szCs w:val="24"/>
          <w:u w:val="single"/>
        </w:rPr>
        <w:t xml:space="preserve"> </w:t>
      </w:r>
      <w:r w:rsidRPr="0067636A">
        <w:rPr>
          <w:sz w:val="24"/>
          <w:szCs w:val="24"/>
          <w:u w:val="single"/>
        </w:rPr>
        <w:t>выполнено в полном объеме</w:t>
      </w:r>
      <w:r w:rsidR="0048285F">
        <w:rPr>
          <w:sz w:val="24"/>
          <w:szCs w:val="24"/>
          <w:u w:val="single"/>
        </w:rPr>
        <w:t xml:space="preserve"> в связи с </w:t>
      </w:r>
      <w:r w:rsidR="0048285F" w:rsidRPr="0048285F">
        <w:rPr>
          <w:rFonts w:ascii="Times New Roman" w:hAnsi="Times New Roman" w:cs="Times New Roman"/>
          <w:sz w:val="24"/>
          <w:szCs w:val="24"/>
          <w:u w:val="single"/>
        </w:rPr>
        <w:t>санит</w:t>
      </w:r>
      <w:r w:rsidR="0048285F">
        <w:rPr>
          <w:rFonts w:ascii="Times New Roman" w:hAnsi="Times New Roman" w:cs="Times New Roman"/>
          <w:sz w:val="24"/>
          <w:szCs w:val="24"/>
          <w:u w:val="single"/>
        </w:rPr>
        <w:t>арно-эпидемиологической ситуацией</w:t>
      </w:r>
      <w:r w:rsidR="0048285F" w:rsidRPr="0048285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14107" w:rsidRDefault="00614107" w:rsidP="00614107">
      <w:pPr>
        <w:pStyle w:val="a6"/>
        <w:ind w:left="142"/>
        <w:rPr>
          <w:sz w:val="24"/>
          <w:szCs w:val="24"/>
          <w:u w:val="single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92"/>
        <w:gridCol w:w="2278"/>
        <w:gridCol w:w="4827"/>
      </w:tblGrid>
      <w:tr w:rsidR="00614107" w:rsidTr="00D07E09">
        <w:trPr>
          <w:trHeight w:val="170"/>
        </w:trPr>
        <w:tc>
          <w:tcPr>
            <w:tcW w:w="2892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Секция</w:t>
            </w:r>
          </w:p>
        </w:tc>
        <w:tc>
          <w:tcPr>
            <w:tcW w:w="2278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Время в месяц</w:t>
            </w:r>
          </w:p>
        </w:tc>
        <w:tc>
          <w:tcPr>
            <w:tcW w:w="4827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Нагрузка по численности в месяц</w:t>
            </w:r>
          </w:p>
        </w:tc>
      </w:tr>
      <w:tr w:rsidR="00614107" w:rsidTr="00D07E09">
        <w:trPr>
          <w:trHeight w:val="113"/>
        </w:trPr>
        <w:tc>
          <w:tcPr>
            <w:tcW w:w="2892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Футбол</w:t>
            </w:r>
          </w:p>
        </w:tc>
        <w:tc>
          <w:tcPr>
            <w:tcW w:w="2278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80 ч.</w:t>
            </w:r>
          </w:p>
        </w:tc>
        <w:tc>
          <w:tcPr>
            <w:tcW w:w="4827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614107" w:rsidTr="00D07E09">
        <w:trPr>
          <w:trHeight w:val="113"/>
        </w:trPr>
        <w:tc>
          <w:tcPr>
            <w:tcW w:w="2892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Бокс</w:t>
            </w:r>
          </w:p>
        </w:tc>
        <w:tc>
          <w:tcPr>
            <w:tcW w:w="2278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80 ч.</w:t>
            </w:r>
          </w:p>
        </w:tc>
        <w:tc>
          <w:tcPr>
            <w:tcW w:w="4827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14107" w:rsidTr="00D07E09">
        <w:trPr>
          <w:trHeight w:val="147"/>
        </w:trPr>
        <w:tc>
          <w:tcPr>
            <w:tcW w:w="2892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Ушу-</w:t>
            </w:r>
            <w:proofErr w:type="spellStart"/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саньда</w:t>
            </w:r>
            <w:proofErr w:type="spellEnd"/>
          </w:p>
        </w:tc>
        <w:tc>
          <w:tcPr>
            <w:tcW w:w="2278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80 ч.</w:t>
            </w:r>
          </w:p>
        </w:tc>
        <w:tc>
          <w:tcPr>
            <w:tcW w:w="4827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14107" w:rsidTr="00D07E09">
        <w:trPr>
          <w:trHeight w:val="113"/>
        </w:trPr>
        <w:tc>
          <w:tcPr>
            <w:tcW w:w="2892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Гимнастика</w:t>
            </w:r>
          </w:p>
        </w:tc>
        <w:tc>
          <w:tcPr>
            <w:tcW w:w="2278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160 ч.</w:t>
            </w:r>
          </w:p>
        </w:tc>
        <w:tc>
          <w:tcPr>
            <w:tcW w:w="4536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614107" w:rsidTr="00D07E09">
        <w:trPr>
          <w:trHeight w:val="113"/>
        </w:trPr>
        <w:tc>
          <w:tcPr>
            <w:tcW w:w="2892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</w:tc>
        <w:tc>
          <w:tcPr>
            <w:tcW w:w="2278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80 ч.</w:t>
            </w:r>
          </w:p>
        </w:tc>
        <w:tc>
          <w:tcPr>
            <w:tcW w:w="4827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14107" w:rsidTr="00D07E09">
        <w:trPr>
          <w:trHeight w:val="113"/>
        </w:trPr>
        <w:tc>
          <w:tcPr>
            <w:tcW w:w="2892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Хоккей</w:t>
            </w:r>
          </w:p>
        </w:tc>
        <w:tc>
          <w:tcPr>
            <w:tcW w:w="2278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80 ч.</w:t>
            </w:r>
          </w:p>
        </w:tc>
        <w:tc>
          <w:tcPr>
            <w:tcW w:w="4827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14107" w:rsidTr="00D07E09">
        <w:trPr>
          <w:trHeight w:val="113"/>
        </w:trPr>
        <w:tc>
          <w:tcPr>
            <w:tcW w:w="2892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Шахматы</w:t>
            </w:r>
          </w:p>
        </w:tc>
        <w:tc>
          <w:tcPr>
            <w:tcW w:w="2278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80 ч.</w:t>
            </w:r>
          </w:p>
        </w:tc>
        <w:tc>
          <w:tcPr>
            <w:tcW w:w="4827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614107" w:rsidTr="00D07E09">
        <w:trPr>
          <w:trHeight w:val="113"/>
        </w:trPr>
        <w:tc>
          <w:tcPr>
            <w:tcW w:w="2892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Авиамоделизм</w:t>
            </w:r>
          </w:p>
        </w:tc>
        <w:tc>
          <w:tcPr>
            <w:tcW w:w="2278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80 ч.</w:t>
            </w:r>
          </w:p>
        </w:tc>
        <w:tc>
          <w:tcPr>
            <w:tcW w:w="4827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14107" w:rsidTr="00D07E09">
        <w:trPr>
          <w:trHeight w:val="113"/>
        </w:trPr>
        <w:tc>
          <w:tcPr>
            <w:tcW w:w="2892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ВПК Допризывник</w:t>
            </w:r>
          </w:p>
        </w:tc>
        <w:tc>
          <w:tcPr>
            <w:tcW w:w="2278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80 ч.</w:t>
            </w:r>
          </w:p>
        </w:tc>
        <w:tc>
          <w:tcPr>
            <w:tcW w:w="4827" w:type="dxa"/>
          </w:tcPr>
          <w:p w:rsidR="00614107" w:rsidRPr="008A4F3B" w:rsidRDefault="00614107" w:rsidP="00885CD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F3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614107" w:rsidRDefault="00614107" w:rsidP="008A4F3B">
      <w:pPr>
        <w:spacing w:line="240" w:lineRule="atLeast"/>
        <w:jc w:val="both"/>
        <w:rPr>
          <w:sz w:val="24"/>
          <w:szCs w:val="24"/>
        </w:rPr>
      </w:pPr>
    </w:p>
    <w:p w:rsidR="00614107" w:rsidRPr="00C00148" w:rsidRDefault="00614107" w:rsidP="00614107">
      <w:pPr>
        <w:spacing w:line="240" w:lineRule="atLeast"/>
        <w:ind w:firstLine="567"/>
        <w:jc w:val="both"/>
        <w:rPr>
          <w:sz w:val="24"/>
          <w:szCs w:val="24"/>
        </w:rPr>
      </w:pPr>
    </w:p>
    <w:p w:rsidR="00614107" w:rsidRPr="00782D35" w:rsidRDefault="00614107" w:rsidP="00614107">
      <w:pPr>
        <w:ind w:right="566" w:firstLine="709"/>
        <w:jc w:val="both"/>
        <w:rPr>
          <w:sz w:val="24"/>
          <w:szCs w:val="24"/>
        </w:rPr>
      </w:pPr>
    </w:p>
    <w:p w:rsidR="00614107" w:rsidRDefault="0048285F" w:rsidP="0048285F">
      <w:pPr>
        <w:spacing w:line="360" w:lineRule="auto"/>
        <w:ind w:right="56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Зам.д</w:t>
      </w:r>
      <w:r w:rsidR="00614107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proofErr w:type="spellEnd"/>
      <w:r w:rsidR="00614107">
        <w:rPr>
          <w:sz w:val="28"/>
          <w:szCs w:val="28"/>
        </w:rPr>
        <w:t xml:space="preserve"> МБУ «ЦРФКС и ПВ» ___________________ </w:t>
      </w:r>
      <w:r>
        <w:rPr>
          <w:sz w:val="28"/>
          <w:szCs w:val="28"/>
        </w:rPr>
        <w:t>Журавлев Е.М</w:t>
      </w:r>
      <w:r w:rsidR="00614107">
        <w:rPr>
          <w:sz w:val="28"/>
          <w:szCs w:val="28"/>
        </w:rPr>
        <w:t>.</w:t>
      </w:r>
    </w:p>
    <w:p w:rsidR="005313DA" w:rsidRDefault="00614107" w:rsidP="008A4F3B">
      <w:pPr>
        <w:spacing w:line="360" w:lineRule="auto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м.п.</w:t>
      </w:r>
    </w:p>
    <w:sectPr w:rsidR="005313DA" w:rsidSect="00AD24AB">
      <w:pgSz w:w="11907" w:h="16840"/>
      <w:pgMar w:top="567" w:right="70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38CA"/>
    <w:multiLevelType w:val="hybridMultilevel"/>
    <w:tmpl w:val="DB608A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A52AA"/>
    <w:multiLevelType w:val="hybridMultilevel"/>
    <w:tmpl w:val="31ECA74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B1E6AC9"/>
    <w:multiLevelType w:val="hybridMultilevel"/>
    <w:tmpl w:val="D1345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43D62"/>
    <w:multiLevelType w:val="hybridMultilevel"/>
    <w:tmpl w:val="98244790"/>
    <w:lvl w:ilvl="0" w:tplc="1430B7B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2722384"/>
    <w:multiLevelType w:val="hybridMultilevel"/>
    <w:tmpl w:val="732A883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75FF76F7"/>
    <w:multiLevelType w:val="hybridMultilevel"/>
    <w:tmpl w:val="427AD0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C7A364C"/>
    <w:multiLevelType w:val="hybridMultilevel"/>
    <w:tmpl w:val="EF065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5B4"/>
    <w:rsid w:val="000006B1"/>
    <w:rsid w:val="00000AC1"/>
    <w:rsid w:val="00005897"/>
    <w:rsid w:val="00007DEC"/>
    <w:rsid w:val="00021EF7"/>
    <w:rsid w:val="000252BB"/>
    <w:rsid w:val="00027923"/>
    <w:rsid w:val="0003131C"/>
    <w:rsid w:val="00031D04"/>
    <w:rsid w:val="000443A7"/>
    <w:rsid w:val="000478C5"/>
    <w:rsid w:val="00050ACD"/>
    <w:rsid w:val="000516E5"/>
    <w:rsid w:val="000628D0"/>
    <w:rsid w:val="00073495"/>
    <w:rsid w:val="00083A92"/>
    <w:rsid w:val="00094877"/>
    <w:rsid w:val="000A2438"/>
    <w:rsid w:val="000A2E49"/>
    <w:rsid w:val="000A3387"/>
    <w:rsid w:val="000B486E"/>
    <w:rsid w:val="000B6F26"/>
    <w:rsid w:val="000C3B7F"/>
    <w:rsid w:val="000C7DBE"/>
    <w:rsid w:val="000D3F7A"/>
    <w:rsid w:val="000D4A42"/>
    <w:rsid w:val="000D4E24"/>
    <w:rsid w:val="000D57AA"/>
    <w:rsid w:val="000D7DCB"/>
    <w:rsid w:val="000E3614"/>
    <w:rsid w:val="000E4B51"/>
    <w:rsid w:val="000F4686"/>
    <w:rsid w:val="000F6FFD"/>
    <w:rsid w:val="00104C70"/>
    <w:rsid w:val="00105CD7"/>
    <w:rsid w:val="00106ACA"/>
    <w:rsid w:val="00107E4C"/>
    <w:rsid w:val="00116B5F"/>
    <w:rsid w:val="001178D9"/>
    <w:rsid w:val="00117F73"/>
    <w:rsid w:val="00120CDF"/>
    <w:rsid w:val="00121BC7"/>
    <w:rsid w:val="0012480F"/>
    <w:rsid w:val="00126852"/>
    <w:rsid w:val="00126FF8"/>
    <w:rsid w:val="0013132E"/>
    <w:rsid w:val="0013146A"/>
    <w:rsid w:val="001343F4"/>
    <w:rsid w:val="00135676"/>
    <w:rsid w:val="00145BB5"/>
    <w:rsid w:val="00147ADD"/>
    <w:rsid w:val="0015216B"/>
    <w:rsid w:val="00152E1F"/>
    <w:rsid w:val="0015573C"/>
    <w:rsid w:val="00161C6F"/>
    <w:rsid w:val="00162931"/>
    <w:rsid w:val="00166DAF"/>
    <w:rsid w:val="00167602"/>
    <w:rsid w:val="00170763"/>
    <w:rsid w:val="00170C0C"/>
    <w:rsid w:val="001752FE"/>
    <w:rsid w:val="00177D1E"/>
    <w:rsid w:val="001910E4"/>
    <w:rsid w:val="001916A7"/>
    <w:rsid w:val="00194DEC"/>
    <w:rsid w:val="001A0A3A"/>
    <w:rsid w:val="001A494E"/>
    <w:rsid w:val="001A52B7"/>
    <w:rsid w:val="001B37F7"/>
    <w:rsid w:val="001B78BF"/>
    <w:rsid w:val="001C16C6"/>
    <w:rsid w:val="001D26DF"/>
    <w:rsid w:val="001F2243"/>
    <w:rsid w:val="001F4AD3"/>
    <w:rsid w:val="001F556F"/>
    <w:rsid w:val="00200645"/>
    <w:rsid w:val="00200CF0"/>
    <w:rsid w:val="0020512E"/>
    <w:rsid w:val="00206E18"/>
    <w:rsid w:val="00215286"/>
    <w:rsid w:val="00215989"/>
    <w:rsid w:val="00215DC4"/>
    <w:rsid w:val="002166D7"/>
    <w:rsid w:val="0022623A"/>
    <w:rsid w:val="0023255A"/>
    <w:rsid w:val="00236F27"/>
    <w:rsid w:val="0023735C"/>
    <w:rsid w:val="002441B9"/>
    <w:rsid w:val="00244A97"/>
    <w:rsid w:val="00245EF2"/>
    <w:rsid w:val="00251562"/>
    <w:rsid w:val="00255591"/>
    <w:rsid w:val="00261644"/>
    <w:rsid w:val="00264856"/>
    <w:rsid w:val="0026674D"/>
    <w:rsid w:val="002709F8"/>
    <w:rsid w:val="00270BFB"/>
    <w:rsid w:val="00285210"/>
    <w:rsid w:val="002871BA"/>
    <w:rsid w:val="00287980"/>
    <w:rsid w:val="00295255"/>
    <w:rsid w:val="002A2D0B"/>
    <w:rsid w:val="002A3767"/>
    <w:rsid w:val="002A5FF6"/>
    <w:rsid w:val="002B16BD"/>
    <w:rsid w:val="002B1A31"/>
    <w:rsid w:val="002B1FCB"/>
    <w:rsid w:val="002B2AD4"/>
    <w:rsid w:val="002B3C02"/>
    <w:rsid w:val="002D2158"/>
    <w:rsid w:val="002D2B72"/>
    <w:rsid w:val="002D389E"/>
    <w:rsid w:val="002E07BF"/>
    <w:rsid w:val="002E0894"/>
    <w:rsid w:val="002E3382"/>
    <w:rsid w:val="002E6AC1"/>
    <w:rsid w:val="002F190A"/>
    <w:rsid w:val="002F20E3"/>
    <w:rsid w:val="002F313A"/>
    <w:rsid w:val="002F4685"/>
    <w:rsid w:val="002F50A7"/>
    <w:rsid w:val="003011E9"/>
    <w:rsid w:val="0030126B"/>
    <w:rsid w:val="00310FFB"/>
    <w:rsid w:val="00313E8C"/>
    <w:rsid w:val="00331469"/>
    <w:rsid w:val="0033490F"/>
    <w:rsid w:val="00336065"/>
    <w:rsid w:val="00341A3B"/>
    <w:rsid w:val="00344FD8"/>
    <w:rsid w:val="0034748B"/>
    <w:rsid w:val="00347FC3"/>
    <w:rsid w:val="00353D2F"/>
    <w:rsid w:val="00357740"/>
    <w:rsid w:val="00361011"/>
    <w:rsid w:val="00362B97"/>
    <w:rsid w:val="0036524F"/>
    <w:rsid w:val="00372990"/>
    <w:rsid w:val="00373971"/>
    <w:rsid w:val="003851F3"/>
    <w:rsid w:val="00393B6A"/>
    <w:rsid w:val="00395536"/>
    <w:rsid w:val="003A49C4"/>
    <w:rsid w:val="003A7E6E"/>
    <w:rsid w:val="003A7F5E"/>
    <w:rsid w:val="003B1053"/>
    <w:rsid w:val="003B23E5"/>
    <w:rsid w:val="003B2A1B"/>
    <w:rsid w:val="003B47CD"/>
    <w:rsid w:val="003C3778"/>
    <w:rsid w:val="003C47DF"/>
    <w:rsid w:val="003C7A25"/>
    <w:rsid w:val="003D07ED"/>
    <w:rsid w:val="003D5CAF"/>
    <w:rsid w:val="003D5EB5"/>
    <w:rsid w:val="003E0936"/>
    <w:rsid w:val="003E094B"/>
    <w:rsid w:val="003E27AC"/>
    <w:rsid w:val="003E2B6B"/>
    <w:rsid w:val="003E3EBE"/>
    <w:rsid w:val="003F6473"/>
    <w:rsid w:val="004040A8"/>
    <w:rsid w:val="00415474"/>
    <w:rsid w:val="00416AE0"/>
    <w:rsid w:val="0042675E"/>
    <w:rsid w:val="0043134E"/>
    <w:rsid w:val="0043175B"/>
    <w:rsid w:val="00433927"/>
    <w:rsid w:val="00436D6E"/>
    <w:rsid w:val="0044177F"/>
    <w:rsid w:val="00443B96"/>
    <w:rsid w:val="00446C11"/>
    <w:rsid w:val="00455D72"/>
    <w:rsid w:val="004576F2"/>
    <w:rsid w:val="00457F69"/>
    <w:rsid w:val="004633C3"/>
    <w:rsid w:val="00466BE5"/>
    <w:rsid w:val="004671F1"/>
    <w:rsid w:val="00467773"/>
    <w:rsid w:val="004705B9"/>
    <w:rsid w:val="0047209B"/>
    <w:rsid w:val="00475162"/>
    <w:rsid w:val="004772B8"/>
    <w:rsid w:val="0048285F"/>
    <w:rsid w:val="00491B24"/>
    <w:rsid w:val="004A7D47"/>
    <w:rsid w:val="004B482E"/>
    <w:rsid w:val="004B5694"/>
    <w:rsid w:val="004B75B4"/>
    <w:rsid w:val="004B75D0"/>
    <w:rsid w:val="004C0FDD"/>
    <w:rsid w:val="004C2FC5"/>
    <w:rsid w:val="004C32E2"/>
    <w:rsid w:val="004C506F"/>
    <w:rsid w:val="004C6C46"/>
    <w:rsid w:val="004D2239"/>
    <w:rsid w:val="004D29C3"/>
    <w:rsid w:val="004D2B58"/>
    <w:rsid w:val="004E72A6"/>
    <w:rsid w:val="00514A95"/>
    <w:rsid w:val="00521702"/>
    <w:rsid w:val="00522B68"/>
    <w:rsid w:val="00522C28"/>
    <w:rsid w:val="00526A2C"/>
    <w:rsid w:val="00530CC5"/>
    <w:rsid w:val="005313DA"/>
    <w:rsid w:val="005322B3"/>
    <w:rsid w:val="00534DF2"/>
    <w:rsid w:val="00541729"/>
    <w:rsid w:val="00550528"/>
    <w:rsid w:val="005517B3"/>
    <w:rsid w:val="005524AA"/>
    <w:rsid w:val="00554DF8"/>
    <w:rsid w:val="005553D4"/>
    <w:rsid w:val="0056356A"/>
    <w:rsid w:val="005649EE"/>
    <w:rsid w:val="00565FCB"/>
    <w:rsid w:val="0057534B"/>
    <w:rsid w:val="0057621B"/>
    <w:rsid w:val="00592560"/>
    <w:rsid w:val="00596DEC"/>
    <w:rsid w:val="005A0D5A"/>
    <w:rsid w:val="005B6146"/>
    <w:rsid w:val="005C086F"/>
    <w:rsid w:val="005C0FB1"/>
    <w:rsid w:val="005C568A"/>
    <w:rsid w:val="005D36D1"/>
    <w:rsid w:val="005D4E11"/>
    <w:rsid w:val="005E0691"/>
    <w:rsid w:val="005E3FEC"/>
    <w:rsid w:val="005F693E"/>
    <w:rsid w:val="00600501"/>
    <w:rsid w:val="00601B97"/>
    <w:rsid w:val="006046D1"/>
    <w:rsid w:val="00604B10"/>
    <w:rsid w:val="00614107"/>
    <w:rsid w:val="00621E89"/>
    <w:rsid w:val="006251ED"/>
    <w:rsid w:val="00627850"/>
    <w:rsid w:val="00630347"/>
    <w:rsid w:val="0063140E"/>
    <w:rsid w:val="006358A6"/>
    <w:rsid w:val="00641371"/>
    <w:rsid w:val="00641983"/>
    <w:rsid w:val="00647E91"/>
    <w:rsid w:val="006551F5"/>
    <w:rsid w:val="00657F78"/>
    <w:rsid w:val="00660B99"/>
    <w:rsid w:val="00664915"/>
    <w:rsid w:val="00673882"/>
    <w:rsid w:val="0067636A"/>
    <w:rsid w:val="00676853"/>
    <w:rsid w:val="00687B4A"/>
    <w:rsid w:val="00690BF5"/>
    <w:rsid w:val="006A18B2"/>
    <w:rsid w:val="006A1925"/>
    <w:rsid w:val="006A213E"/>
    <w:rsid w:val="006A28A8"/>
    <w:rsid w:val="006A525A"/>
    <w:rsid w:val="006B2238"/>
    <w:rsid w:val="006B7E1A"/>
    <w:rsid w:val="006C009A"/>
    <w:rsid w:val="006C0129"/>
    <w:rsid w:val="006D0E5E"/>
    <w:rsid w:val="006E0AE4"/>
    <w:rsid w:val="006E12F6"/>
    <w:rsid w:val="006E2C7E"/>
    <w:rsid w:val="006E404D"/>
    <w:rsid w:val="006F186F"/>
    <w:rsid w:val="00716836"/>
    <w:rsid w:val="0072067E"/>
    <w:rsid w:val="0072170D"/>
    <w:rsid w:val="007252ED"/>
    <w:rsid w:val="00743CCC"/>
    <w:rsid w:val="00761195"/>
    <w:rsid w:val="0077142A"/>
    <w:rsid w:val="00771AC1"/>
    <w:rsid w:val="00773E8D"/>
    <w:rsid w:val="00781F06"/>
    <w:rsid w:val="00782CFD"/>
    <w:rsid w:val="00782D35"/>
    <w:rsid w:val="00787617"/>
    <w:rsid w:val="00787C65"/>
    <w:rsid w:val="007910B7"/>
    <w:rsid w:val="007B29F1"/>
    <w:rsid w:val="007C35E2"/>
    <w:rsid w:val="007D0315"/>
    <w:rsid w:val="007D6B3D"/>
    <w:rsid w:val="007E709B"/>
    <w:rsid w:val="007F2921"/>
    <w:rsid w:val="007F2FEE"/>
    <w:rsid w:val="00803D9E"/>
    <w:rsid w:val="00807248"/>
    <w:rsid w:val="00814324"/>
    <w:rsid w:val="00827312"/>
    <w:rsid w:val="008421D6"/>
    <w:rsid w:val="00844288"/>
    <w:rsid w:val="00852128"/>
    <w:rsid w:val="008529FC"/>
    <w:rsid w:val="00857C82"/>
    <w:rsid w:val="00861CF3"/>
    <w:rsid w:val="008621C2"/>
    <w:rsid w:val="00862F12"/>
    <w:rsid w:val="00867C5B"/>
    <w:rsid w:val="00870A6C"/>
    <w:rsid w:val="008756FD"/>
    <w:rsid w:val="00875D22"/>
    <w:rsid w:val="00883BCC"/>
    <w:rsid w:val="008919D0"/>
    <w:rsid w:val="00897280"/>
    <w:rsid w:val="008A4F3B"/>
    <w:rsid w:val="008A67D5"/>
    <w:rsid w:val="008B00E5"/>
    <w:rsid w:val="008C485F"/>
    <w:rsid w:val="008D05DF"/>
    <w:rsid w:val="008D3C72"/>
    <w:rsid w:val="008D60C0"/>
    <w:rsid w:val="008E36F3"/>
    <w:rsid w:val="008E3767"/>
    <w:rsid w:val="008E593B"/>
    <w:rsid w:val="00900975"/>
    <w:rsid w:val="00902D3B"/>
    <w:rsid w:val="00904CBF"/>
    <w:rsid w:val="009174B4"/>
    <w:rsid w:val="0093109C"/>
    <w:rsid w:val="00936731"/>
    <w:rsid w:val="00941130"/>
    <w:rsid w:val="009567DD"/>
    <w:rsid w:val="00960530"/>
    <w:rsid w:val="009606AE"/>
    <w:rsid w:val="00976A12"/>
    <w:rsid w:val="00983C05"/>
    <w:rsid w:val="00985535"/>
    <w:rsid w:val="009869A3"/>
    <w:rsid w:val="00994D1D"/>
    <w:rsid w:val="009A0B5A"/>
    <w:rsid w:val="009A3033"/>
    <w:rsid w:val="009A5547"/>
    <w:rsid w:val="009A7028"/>
    <w:rsid w:val="009B3069"/>
    <w:rsid w:val="009B7CD6"/>
    <w:rsid w:val="009C08C2"/>
    <w:rsid w:val="009C65E5"/>
    <w:rsid w:val="009D458C"/>
    <w:rsid w:val="009D67A2"/>
    <w:rsid w:val="009E032F"/>
    <w:rsid w:val="009E3E7F"/>
    <w:rsid w:val="009E6B1B"/>
    <w:rsid w:val="00A003ED"/>
    <w:rsid w:val="00A0482F"/>
    <w:rsid w:val="00A05C4F"/>
    <w:rsid w:val="00A108D7"/>
    <w:rsid w:val="00A112B8"/>
    <w:rsid w:val="00A115D0"/>
    <w:rsid w:val="00A15A33"/>
    <w:rsid w:val="00A16031"/>
    <w:rsid w:val="00A1702F"/>
    <w:rsid w:val="00A2007B"/>
    <w:rsid w:val="00A237F4"/>
    <w:rsid w:val="00A23C91"/>
    <w:rsid w:val="00A32CED"/>
    <w:rsid w:val="00A36ABB"/>
    <w:rsid w:val="00A36EF0"/>
    <w:rsid w:val="00A372FF"/>
    <w:rsid w:val="00A40BFE"/>
    <w:rsid w:val="00A4410C"/>
    <w:rsid w:val="00A52975"/>
    <w:rsid w:val="00A638DA"/>
    <w:rsid w:val="00A66C93"/>
    <w:rsid w:val="00A8182F"/>
    <w:rsid w:val="00A83A04"/>
    <w:rsid w:val="00A8595C"/>
    <w:rsid w:val="00A91C5A"/>
    <w:rsid w:val="00AA5DB1"/>
    <w:rsid w:val="00AB1386"/>
    <w:rsid w:val="00AB3A32"/>
    <w:rsid w:val="00AB4D9C"/>
    <w:rsid w:val="00AB7FF9"/>
    <w:rsid w:val="00AC3BC5"/>
    <w:rsid w:val="00AC43EF"/>
    <w:rsid w:val="00AD1637"/>
    <w:rsid w:val="00AD16BA"/>
    <w:rsid w:val="00AD24AB"/>
    <w:rsid w:val="00AD28AA"/>
    <w:rsid w:val="00AD6B35"/>
    <w:rsid w:val="00AD71EA"/>
    <w:rsid w:val="00AD76A0"/>
    <w:rsid w:val="00AE3FD8"/>
    <w:rsid w:val="00AF10DB"/>
    <w:rsid w:val="00AF3954"/>
    <w:rsid w:val="00AF610F"/>
    <w:rsid w:val="00B02E07"/>
    <w:rsid w:val="00B15137"/>
    <w:rsid w:val="00B25502"/>
    <w:rsid w:val="00B30864"/>
    <w:rsid w:val="00B3369B"/>
    <w:rsid w:val="00B34773"/>
    <w:rsid w:val="00B362B5"/>
    <w:rsid w:val="00B37211"/>
    <w:rsid w:val="00B42114"/>
    <w:rsid w:val="00B42F51"/>
    <w:rsid w:val="00B518D1"/>
    <w:rsid w:val="00B62FDF"/>
    <w:rsid w:val="00B65EAC"/>
    <w:rsid w:val="00B8336B"/>
    <w:rsid w:val="00B8387C"/>
    <w:rsid w:val="00B84510"/>
    <w:rsid w:val="00B87EDF"/>
    <w:rsid w:val="00B96E2B"/>
    <w:rsid w:val="00BA10E4"/>
    <w:rsid w:val="00BA2B69"/>
    <w:rsid w:val="00BA437D"/>
    <w:rsid w:val="00BA5366"/>
    <w:rsid w:val="00BA6DF0"/>
    <w:rsid w:val="00BB5B12"/>
    <w:rsid w:val="00BB650C"/>
    <w:rsid w:val="00BD01B8"/>
    <w:rsid w:val="00BF7C1B"/>
    <w:rsid w:val="00C00148"/>
    <w:rsid w:val="00C13EC8"/>
    <w:rsid w:val="00C141F3"/>
    <w:rsid w:val="00C17DB1"/>
    <w:rsid w:val="00C30FC5"/>
    <w:rsid w:val="00C31D16"/>
    <w:rsid w:val="00C3209E"/>
    <w:rsid w:val="00C417F2"/>
    <w:rsid w:val="00C46CDE"/>
    <w:rsid w:val="00C46D1F"/>
    <w:rsid w:val="00C4700B"/>
    <w:rsid w:val="00C473C9"/>
    <w:rsid w:val="00C501DB"/>
    <w:rsid w:val="00C5044A"/>
    <w:rsid w:val="00C5291B"/>
    <w:rsid w:val="00C6063D"/>
    <w:rsid w:val="00C632BB"/>
    <w:rsid w:val="00C6585C"/>
    <w:rsid w:val="00C673F8"/>
    <w:rsid w:val="00C67CA7"/>
    <w:rsid w:val="00C769AD"/>
    <w:rsid w:val="00C82B10"/>
    <w:rsid w:val="00CA1855"/>
    <w:rsid w:val="00CA2268"/>
    <w:rsid w:val="00CA5DE5"/>
    <w:rsid w:val="00CB2990"/>
    <w:rsid w:val="00CB62DF"/>
    <w:rsid w:val="00CC0226"/>
    <w:rsid w:val="00CC6818"/>
    <w:rsid w:val="00CD041D"/>
    <w:rsid w:val="00CD4B32"/>
    <w:rsid w:val="00CE72E2"/>
    <w:rsid w:val="00D0043C"/>
    <w:rsid w:val="00D07E09"/>
    <w:rsid w:val="00D130EF"/>
    <w:rsid w:val="00D13946"/>
    <w:rsid w:val="00D24D2F"/>
    <w:rsid w:val="00D5727E"/>
    <w:rsid w:val="00D579F8"/>
    <w:rsid w:val="00D7038B"/>
    <w:rsid w:val="00D715C7"/>
    <w:rsid w:val="00D80388"/>
    <w:rsid w:val="00D8142B"/>
    <w:rsid w:val="00D81EC3"/>
    <w:rsid w:val="00D9030B"/>
    <w:rsid w:val="00D90D30"/>
    <w:rsid w:val="00D91153"/>
    <w:rsid w:val="00D97292"/>
    <w:rsid w:val="00D9768A"/>
    <w:rsid w:val="00DA59CE"/>
    <w:rsid w:val="00DA5CC0"/>
    <w:rsid w:val="00DC11D8"/>
    <w:rsid w:val="00DC14EB"/>
    <w:rsid w:val="00DC32C0"/>
    <w:rsid w:val="00DC5F8E"/>
    <w:rsid w:val="00DC69DC"/>
    <w:rsid w:val="00DC6AB1"/>
    <w:rsid w:val="00DD5915"/>
    <w:rsid w:val="00DE6059"/>
    <w:rsid w:val="00DF246C"/>
    <w:rsid w:val="00DF2B8B"/>
    <w:rsid w:val="00E00C00"/>
    <w:rsid w:val="00E0307C"/>
    <w:rsid w:val="00E032A8"/>
    <w:rsid w:val="00E03D95"/>
    <w:rsid w:val="00E04DBF"/>
    <w:rsid w:val="00E11B86"/>
    <w:rsid w:val="00E161B8"/>
    <w:rsid w:val="00E1746F"/>
    <w:rsid w:val="00E227DB"/>
    <w:rsid w:val="00E26768"/>
    <w:rsid w:val="00E26D26"/>
    <w:rsid w:val="00E300D8"/>
    <w:rsid w:val="00E345E4"/>
    <w:rsid w:val="00E34922"/>
    <w:rsid w:val="00E352E9"/>
    <w:rsid w:val="00E364AA"/>
    <w:rsid w:val="00E41460"/>
    <w:rsid w:val="00E45206"/>
    <w:rsid w:val="00E45980"/>
    <w:rsid w:val="00E50BD0"/>
    <w:rsid w:val="00E51A74"/>
    <w:rsid w:val="00E54E62"/>
    <w:rsid w:val="00E6175B"/>
    <w:rsid w:val="00E62523"/>
    <w:rsid w:val="00E710F3"/>
    <w:rsid w:val="00E72FB6"/>
    <w:rsid w:val="00E82498"/>
    <w:rsid w:val="00E85411"/>
    <w:rsid w:val="00E87406"/>
    <w:rsid w:val="00E93E38"/>
    <w:rsid w:val="00EA503A"/>
    <w:rsid w:val="00EA61F2"/>
    <w:rsid w:val="00EB59CA"/>
    <w:rsid w:val="00EB6B83"/>
    <w:rsid w:val="00EC447C"/>
    <w:rsid w:val="00ED6576"/>
    <w:rsid w:val="00ED7F59"/>
    <w:rsid w:val="00EE1AFA"/>
    <w:rsid w:val="00EE508E"/>
    <w:rsid w:val="00EE5565"/>
    <w:rsid w:val="00EE79D6"/>
    <w:rsid w:val="00EF22AD"/>
    <w:rsid w:val="00EF77B8"/>
    <w:rsid w:val="00F01A91"/>
    <w:rsid w:val="00F01E26"/>
    <w:rsid w:val="00F151AF"/>
    <w:rsid w:val="00F23CC9"/>
    <w:rsid w:val="00F27870"/>
    <w:rsid w:val="00F36F0F"/>
    <w:rsid w:val="00F42FEF"/>
    <w:rsid w:val="00F46CC3"/>
    <w:rsid w:val="00F536B4"/>
    <w:rsid w:val="00F53A39"/>
    <w:rsid w:val="00F550D6"/>
    <w:rsid w:val="00F60548"/>
    <w:rsid w:val="00F60C31"/>
    <w:rsid w:val="00F71AB8"/>
    <w:rsid w:val="00F748FF"/>
    <w:rsid w:val="00F801A4"/>
    <w:rsid w:val="00F80DCC"/>
    <w:rsid w:val="00F836F4"/>
    <w:rsid w:val="00F920BB"/>
    <w:rsid w:val="00F9398B"/>
    <w:rsid w:val="00F95729"/>
    <w:rsid w:val="00FA616C"/>
    <w:rsid w:val="00FA6DE7"/>
    <w:rsid w:val="00FB04C3"/>
    <w:rsid w:val="00FB2024"/>
    <w:rsid w:val="00FB3A51"/>
    <w:rsid w:val="00FC2AEB"/>
    <w:rsid w:val="00FD38F5"/>
    <w:rsid w:val="00FE263A"/>
    <w:rsid w:val="00FF49E7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4CF59"/>
  <w15:docId w15:val="{123B0A60-F818-47E9-8B14-B0116C52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195"/>
  </w:style>
  <w:style w:type="paragraph" w:styleId="1">
    <w:name w:val="heading 1"/>
    <w:basedOn w:val="a"/>
    <w:next w:val="a"/>
    <w:qFormat/>
    <w:rsid w:val="00522B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E3614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BD0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List Paragraph"/>
    <w:basedOn w:val="a"/>
    <w:uiPriority w:val="34"/>
    <w:qFormat/>
    <w:rsid w:val="006551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&#1055;&#1048;&#1057;&#1068;&#1052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12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Кристалл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Кристалл</dc:creator>
  <cp:lastModifiedBy>79221290158</cp:lastModifiedBy>
  <cp:revision>4</cp:revision>
  <cp:lastPrinted>2020-07-06T05:05:00Z</cp:lastPrinted>
  <dcterms:created xsi:type="dcterms:W3CDTF">2020-07-02T06:10:00Z</dcterms:created>
  <dcterms:modified xsi:type="dcterms:W3CDTF">2020-07-06T05:06:00Z</dcterms:modified>
</cp:coreProperties>
</file>